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66015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C25857B" w14:textId="77777777" w:rsidTr="0035000E">
        <w:tc>
          <w:tcPr>
            <w:tcW w:w="2689" w:type="dxa"/>
          </w:tcPr>
          <w:p w14:paraId="184EC346" w14:textId="77777777" w:rsidR="00F1480E" w:rsidRPr="000754EC" w:rsidRDefault="00830267" w:rsidP="000754EC">
            <w:pPr>
              <w:pStyle w:val="SIText-Bold"/>
            </w:pPr>
            <w:r w:rsidRPr="00A326C2">
              <w:t>Release</w:t>
            </w:r>
          </w:p>
        </w:tc>
        <w:tc>
          <w:tcPr>
            <w:tcW w:w="7162" w:type="dxa"/>
          </w:tcPr>
          <w:p w14:paraId="20A60549" w14:textId="77777777" w:rsidR="00F1480E" w:rsidRPr="000754EC" w:rsidRDefault="00830267" w:rsidP="000754EC">
            <w:pPr>
              <w:pStyle w:val="SIText-Bold"/>
            </w:pPr>
            <w:r w:rsidRPr="00A326C2">
              <w:t>Comments</w:t>
            </w:r>
          </w:p>
        </w:tc>
      </w:tr>
      <w:tr w:rsidR="00F1480E" w14:paraId="5E11A930" w14:textId="77777777" w:rsidTr="0035000E">
        <w:tc>
          <w:tcPr>
            <w:tcW w:w="2689" w:type="dxa"/>
          </w:tcPr>
          <w:p w14:paraId="667E8FDB" w14:textId="33A6C8E9" w:rsidR="00F1480E" w:rsidRPr="000754EC" w:rsidRDefault="00F1480E" w:rsidP="000754EC">
            <w:pPr>
              <w:pStyle w:val="SIText"/>
            </w:pPr>
            <w:r w:rsidRPr="00CC451E">
              <w:t>Release</w:t>
            </w:r>
            <w:r w:rsidR="00337E82" w:rsidRPr="000754EC">
              <w:t xml:space="preserve"> </w:t>
            </w:r>
            <w:r w:rsidR="007E7912">
              <w:t>1</w:t>
            </w:r>
          </w:p>
        </w:tc>
        <w:tc>
          <w:tcPr>
            <w:tcW w:w="7162" w:type="dxa"/>
          </w:tcPr>
          <w:p w14:paraId="2061AC09" w14:textId="77777777" w:rsidR="00F1480E" w:rsidRPr="000754EC" w:rsidRDefault="0035000E" w:rsidP="0035000E">
            <w:r w:rsidRPr="0035000E">
              <w:t>This version released with FBP Food, Beverage and Pharmaceutical Training Package version 2.0.</w:t>
            </w:r>
          </w:p>
        </w:tc>
      </w:tr>
    </w:tbl>
    <w:p w14:paraId="669481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161269" w14:textId="77777777" w:rsidTr="00CA2922">
        <w:trPr>
          <w:tblHeader/>
        </w:trPr>
        <w:tc>
          <w:tcPr>
            <w:tcW w:w="1396" w:type="pct"/>
            <w:shd w:val="clear" w:color="auto" w:fill="auto"/>
          </w:tcPr>
          <w:p w14:paraId="6A28087E" w14:textId="77777777" w:rsidR="00F1480E" w:rsidRPr="000754EC" w:rsidRDefault="00804EF7" w:rsidP="000754EC">
            <w:pPr>
              <w:pStyle w:val="SIUNITCODE"/>
            </w:pPr>
            <w:r w:rsidRPr="00804EF7">
              <w:t>FBPTEC4004</w:t>
            </w:r>
          </w:p>
        </w:tc>
        <w:tc>
          <w:tcPr>
            <w:tcW w:w="3604" w:type="pct"/>
            <w:shd w:val="clear" w:color="auto" w:fill="auto"/>
          </w:tcPr>
          <w:p w14:paraId="1CDAC722" w14:textId="77777777" w:rsidR="00F1480E" w:rsidRPr="00804EF7" w:rsidRDefault="00804EF7" w:rsidP="000754EC">
            <w:pPr>
              <w:pStyle w:val="SIUnittitle"/>
            </w:pPr>
            <w:r w:rsidRPr="00804EF7">
              <w:t>Apply basic process engineering principles to food processing</w:t>
            </w:r>
          </w:p>
        </w:tc>
      </w:tr>
      <w:tr w:rsidR="00F1480E" w:rsidRPr="00963A46" w14:paraId="2D7D09AF" w14:textId="77777777" w:rsidTr="00CA2922">
        <w:tc>
          <w:tcPr>
            <w:tcW w:w="1396" w:type="pct"/>
            <w:shd w:val="clear" w:color="auto" w:fill="auto"/>
          </w:tcPr>
          <w:p w14:paraId="39CCFC52" w14:textId="77777777" w:rsidR="00F1480E" w:rsidRPr="000754EC" w:rsidRDefault="00FD557D" w:rsidP="000754EC">
            <w:pPr>
              <w:pStyle w:val="SIHeading2"/>
            </w:pPr>
            <w:r w:rsidRPr="00FD557D">
              <w:t>Application</w:t>
            </w:r>
          </w:p>
          <w:p w14:paraId="07F895C8" w14:textId="77777777" w:rsidR="00FD557D" w:rsidRPr="00923720" w:rsidRDefault="00FD557D" w:rsidP="000754EC">
            <w:pPr>
              <w:pStyle w:val="SIHeading2"/>
            </w:pPr>
          </w:p>
        </w:tc>
        <w:tc>
          <w:tcPr>
            <w:tcW w:w="3604" w:type="pct"/>
            <w:shd w:val="clear" w:color="auto" w:fill="auto"/>
          </w:tcPr>
          <w:p w14:paraId="6696D1C7" w14:textId="207671A8" w:rsidR="00804EF7" w:rsidRDefault="00804EF7" w:rsidP="00804EF7">
            <w:pPr>
              <w:pStyle w:val="SIText"/>
            </w:pPr>
            <w:r w:rsidRPr="00804EF7">
              <w:t>This unit of competency describes the skills and knowledge required</w:t>
            </w:r>
            <w:r w:rsidR="00485874">
              <w:t xml:space="preserve"> to</w:t>
            </w:r>
            <w:r w:rsidRPr="00804EF7">
              <w:t xml:space="preserve"> apply the principles of engineered systems and equipment commonly used in the food processing industry.</w:t>
            </w:r>
            <w:r w:rsidR="00485874" w:rsidRPr="00485874">
              <w:t xml:space="preserve"> </w:t>
            </w:r>
            <w:r w:rsidR="00485874">
              <w:t>It includes</w:t>
            </w:r>
            <w:r w:rsidR="00485874" w:rsidRPr="00485874">
              <w:t xml:space="preserve"> map</w:t>
            </w:r>
            <w:r w:rsidR="00485874">
              <w:t>ping</w:t>
            </w:r>
            <w:r w:rsidR="00485874" w:rsidRPr="00485874">
              <w:t xml:space="preserve"> production processes</w:t>
            </w:r>
            <w:r w:rsidR="00485874">
              <w:t xml:space="preserve"> and</w:t>
            </w:r>
            <w:r w:rsidR="00485874" w:rsidRPr="00485874">
              <w:t xml:space="preserve"> measur</w:t>
            </w:r>
            <w:r w:rsidR="00485874">
              <w:t>ing outputs, including yields and material variances.</w:t>
            </w:r>
          </w:p>
          <w:p w14:paraId="5A8D9833" w14:textId="77777777" w:rsidR="00485874" w:rsidRPr="00804EF7" w:rsidRDefault="00485874" w:rsidP="00804EF7">
            <w:pPr>
              <w:pStyle w:val="SIText"/>
            </w:pPr>
          </w:p>
          <w:p w14:paraId="42FA9B01" w14:textId="2D159713" w:rsidR="00804EF7" w:rsidRDefault="00804EF7" w:rsidP="00804EF7">
            <w:pPr>
              <w:pStyle w:val="SIText"/>
            </w:pPr>
            <w:r w:rsidRPr="00804EF7">
              <w:t xml:space="preserve">The unit applies to individuals who work with </w:t>
            </w:r>
            <w:r w:rsidR="00485874">
              <w:t xml:space="preserve">systems and equipment used for </w:t>
            </w:r>
            <w:r w:rsidRPr="00804EF7">
              <w:t>heat transfer, refrigeration, pumping, evaporation and drying equipment in the food processing industry. They provide solutions to a range of predictable and sometimes unpredictable problems.</w:t>
            </w:r>
          </w:p>
          <w:p w14:paraId="0A315CF5" w14:textId="77777777" w:rsidR="00485874" w:rsidRPr="00804EF7" w:rsidRDefault="00485874" w:rsidP="00804EF7">
            <w:pPr>
              <w:pStyle w:val="SIText"/>
            </w:pPr>
          </w:p>
          <w:p w14:paraId="7AD79134" w14:textId="7D889021" w:rsidR="00485874" w:rsidRPr="00804EF7" w:rsidRDefault="00485874" w:rsidP="00804EF7">
            <w:pPr>
              <w:pStyle w:val="SIText"/>
              <w:rPr>
                <w:rStyle w:val="SITemporaryText"/>
                <w:color w:val="auto"/>
                <w:sz w:val="20"/>
              </w:rPr>
            </w:pPr>
            <w:r w:rsidRPr="00485874">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p w14:paraId="0E2E9E56" w14:textId="0CAC2461" w:rsidR="00F1480E" w:rsidRPr="000754EC" w:rsidRDefault="00F1480E" w:rsidP="000754EC"/>
        </w:tc>
      </w:tr>
      <w:tr w:rsidR="00F1480E" w:rsidRPr="00963A46" w14:paraId="2139D150" w14:textId="77777777" w:rsidTr="00CA2922">
        <w:tc>
          <w:tcPr>
            <w:tcW w:w="1396" w:type="pct"/>
            <w:shd w:val="clear" w:color="auto" w:fill="auto"/>
          </w:tcPr>
          <w:p w14:paraId="30E93A25" w14:textId="77777777" w:rsidR="00F1480E" w:rsidRPr="000754EC" w:rsidRDefault="00FD557D" w:rsidP="000754EC">
            <w:pPr>
              <w:pStyle w:val="SIHeading2"/>
            </w:pPr>
            <w:r w:rsidRPr="00923720">
              <w:t>Prerequisite Unit</w:t>
            </w:r>
          </w:p>
        </w:tc>
        <w:tc>
          <w:tcPr>
            <w:tcW w:w="3604" w:type="pct"/>
            <w:shd w:val="clear" w:color="auto" w:fill="auto"/>
          </w:tcPr>
          <w:p w14:paraId="3ABE33D4" w14:textId="0E0659A7" w:rsidR="00804EF7" w:rsidRPr="00804EF7" w:rsidRDefault="003B34D9" w:rsidP="007F2351">
            <w:pPr>
              <w:pStyle w:val="SIBulletList1"/>
              <w:numPr>
                <w:ilvl w:val="0"/>
                <w:numId w:val="0"/>
              </w:numPr>
              <w:ind w:left="357" w:hanging="357"/>
            </w:pPr>
            <w:r>
              <w:t>Nil</w:t>
            </w:r>
          </w:p>
          <w:p w14:paraId="2DD72209" w14:textId="77777777" w:rsidR="00804EF7" w:rsidRPr="00804EF7" w:rsidRDefault="00804EF7" w:rsidP="00804EF7">
            <w:pPr>
              <w:pStyle w:val="SIText"/>
            </w:pPr>
          </w:p>
          <w:p w14:paraId="3B395334" w14:textId="77777777" w:rsidR="00F1480E" w:rsidRPr="000754EC" w:rsidRDefault="00F1480E" w:rsidP="000754EC">
            <w:pPr>
              <w:pStyle w:val="SIText"/>
            </w:pPr>
          </w:p>
        </w:tc>
      </w:tr>
      <w:tr w:rsidR="00F1480E" w:rsidRPr="00963A46" w14:paraId="512B706A" w14:textId="77777777" w:rsidTr="00CA2922">
        <w:tc>
          <w:tcPr>
            <w:tcW w:w="1396" w:type="pct"/>
            <w:shd w:val="clear" w:color="auto" w:fill="auto"/>
          </w:tcPr>
          <w:p w14:paraId="421FBCEF" w14:textId="77777777" w:rsidR="00F1480E" w:rsidRPr="000754EC" w:rsidRDefault="00FD557D" w:rsidP="000754EC">
            <w:pPr>
              <w:pStyle w:val="SIHeading2"/>
            </w:pPr>
            <w:r w:rsidRPr="00923720">
              <w:t>Unit Sector</w:t>
            </w:r>
          </w:p>
        </w:tc>
        <w:tc>
          <w:tcPr>
            <w:tcW w:w="3604" w:type="pct"/>
            <w:shd w:val="clear" w:color="auto" w:fill="auto"/>
          </w:tcPr>
          <w:p w14:paraId="569FF29E" w14:textId="77777777" w:rsidR="00F1480E" w:rsidRPr="000754EC" w:rsidRDefault="00804EF7" w:rsidP="000754EC">
            <w:pPr>
              <w:pStyle w:val="SIText"/>
            </w:pPr>
            <w:r w:rsidRPr="00804EF7">
              <w:t>Technical (TEC)</w:t>
            </w:r>
          </w:p>
        </w:tc>
      </w:tr>
    </w:tbl>
    <w:p w14:paraId="0A8464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4920B71" w14:textId="77777777" w:rsidTr="00CA2922">
        <w:trPr>
          <w:cantSplit/>
          <w:tblHeader/>
        </w:trPr>
        <w:tc>
          <w:tcPr>
            <w:tcW w:w="1396" w:type="pct"/>
            <w:tcBorders>
              <w:bottom w:val="single" w:sz="4" w:space="0" w:color="C0C0C0"/>
            </w:tcBorders>
            <w:shd w:val="clear" w:color="auto" w:fill="auto"/>
          </w:tcPr>
          <w:p w14:paraId="1406F1F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97DA78F" w14:textId="77777777" w:rsidR="00F1480E" w:rsidRPr="000754EC" w:rsidRDefault="00FD557D" w:rsidP="000754EC">
            <w:pPr>
              <w:pStyle w:val="SIHeading2"/>
            </w:pPr>
            <w:r w:rsidRPr="00923720">
              <w:t>Performance Criteria</w:t>
            </w:r>
          </w:p>
        </w:tc>
      </w:tr>
      <w:tr w:rsidR="00F1480E" w:rsidRPr="00963A46" w14:paraId="1445DC42" w14:textId="77777777" w:rsidTr="00CA2922">
        <w:trPr>
          <w:cantSplit/>
          <w:tblHeader/>
        </w:trPr>
        <w:tc>
          <w:tcPr>
            <w:tcW w:w="1396" w:type="pct"/>
            <w:tcBorders>
              <w:top w:val="single" w:sz="4" w:space="0" w:color="C0C0C0"/>
            </w:tcBorders>
            <w:shd w:val="clear" w:color="auto" w:fill="auto"/>
          </w:tcPr>
          <w:p w14:paraId="41CDB68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BDF658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04EF7" w:rsidRPr="00963A46" w14:paraId="3051F8B1" w14:textId="77777777" w:rsidTr="00CA2922">
        <w:trPr>
          <w:cantSplit/>
        </w:trPr>
        <w:tc>
          <w:tcPr>
            <w:tcW w:w="1396" w:type="pct"/>
            <w:shd w:val="clear" w:color="auto" w:fill="auto"/>
          </w:tcPr>
          <w:p w14:paraId="571F9403" w14:textId="77777777" w:rsidR="00804EF7" w:rsidRPr="00804EF7" w:rsidRDefault="00804EF7" w:rsidP="00804EF7">
            <w:pPr>
              <w:pStyle w:val="SIText"/>
            </w:pPr>
            <w:r w:rsidRPr="00804EF7">
              <w:t>1. Map a production process</w:t>
            </w:r>
          </w:p>
        </w:tc>
        <w:tc>
          <w:tcPr>
            <w:tcW w:w="3604" w:type="pct"/>
            <w:shd w:val="clear" w:color="auto" w:fill="auto"/>
          </w:tcPr>
          <w:p w14:paraId="717E0E3B" w14:textId="77777777" w:rsidR="00804EF7" w:rsidRPr="00804EF7" w:rsidRDefault="00804EF7" w:rsidP="00804EF7">
            <w:pPr>
              <w:pStyle w:val="SIText"/>
            </w:pPr>
            <w:r w:rsidRPr="00804EF7">
              <w:t>1.1 Identify the scope of a production process for mapping</w:t>
            </w:r>
          </w:p>
          <w:p w14:paraId="0BF4D0CB" w14:textId="77777777" w:rsidR="00804EF7" w:rsidRPr="00804EF7" w:rsidRDefault="00804EF7" w:rsidP="00804EF7">
            <w:pPr>
              <w:pStyle w:val="SIText"/>
            </w:pPr>
            <w:r w:rsidRPr="00804EF7">
              <w:t xml:space="preserve">1.2 Select and use appropriate process mapping symbols </w:t>
            </w:r>
          </w:p>
          <w:p w14:paraId="49FAA9D4" w14:textId="77777777" w:rsidR="00804EF7" w:rsidRPr="00804EF7" w:rsidRDefault="00804EF7" w:rsidP="00804EF7">
            <w:pPr>
              <w:pStyle w:val="SIText"/>
            </w:pPr>
            <w:r w:rsidRPr="00804EF7">
              <w:t>1.3 Develop a map that identifies the relationship of each step in the process</w:t>
            </w:r>
          </w:p>
        </w:tc>
      </w:tr>
      <w:tr w:rsidR="00804EF7" w:rsidRPr="00963A46" w14:paraId="6A7369B0" w14:textId="77777777" w:rsidTr="00CA2922">
        <w:trPr>
          <w:cantSplit/>
        </w:trPr>
        <w:tc>
          <w:tcPr>
            <w:tcW w:w="1396" w:type="pct"/>
            <w:shd w:val="clear" w:color="auto" w:fill="auto"/>
          </w:tcPr>
          <w:p w14:paraId="53BE6D80" w14:textId="77777777" w:rsidR="00804EF7" w:rsidRPr="00804EF7" w:rsidRDefault="00804EF7" w:rsidP="00804EF7">
            <w:pPr>
              <w:pStyle w:val="SIText"/>
            </w:pPr>
            <w:r w:rsidRPr="00804EF7">
              <w:t>2. Calculate yields and efficiencies of a production process</w:t>
            </w:r>
          </w:p>
        </w:tc>
        <w:tc>
          <w:tcPr>
            <w:tcW w:w="3604" w:type="pct"/>
            <w:shd w:val="clear" w:color="auto" w:fill="auto"/>
          </w:tcPr>
          <w:p w14:paraId="4B7BA11D" w14:textId="77777777" w:rsidR="00804EF7" w:rsidRPr="00804EF7" w:rsidRDefault="00804EF7" w:rsidP="00804EF7">
            <w:pPr>
              <w:pStyle w:val="SIText"/>
            </w:pPr>
            <w:r w:rsidRPr="00804EF7">
              <w:t xml:space="preserve">2.1 Identify inputs and outputs of a production processing system </w:t>
            </w:r>
          </w:p>
          <w:p w14:paraId="60E0B8AA" w14:textId="77777777" w:rsidR="00804EF7" w:rsidRPr="00804EF7" w:rsidRDefault="00804EF7" w:rsidP="00804EF7">
            <w:pPr>
              <w:pStyle w:val="SIText"/>
            </w:pPr>
            <w:r w:rsidRPr="00804EF7">
              <w:t xml:space="preserve">2.2 Collect information required to monitor the performance of a production process </w:t>
            </w:r>
          </w:p>
          <w:p w14:paraId="28193783" w14:textId="77777777" w:rsidR="00804EF7" w:rsidRPr="00804EF7" w:rsidRDefault="00804EF7" w:rsidP="00804EF7">
            <w:pPr>
              <w:pStyle w:val="SIText"/>
            </w:pPr>
            <w:r w:rsidRPr="00804EF7">
              <w:t>2.3 Calculate yields, efficiencies and material variances</w:t>
            </w:r>
          </w:p>
        </w:tc>
      </w:tr>
      <w:tr w:rsidR="00804EF7" w:rsidRPr="00963A46" w14:paraId="06F0F87F" w14:textId="77777777" w:rsidTr="00CA2922">
        <w:trPr>
          <w:cantSplit/>
        </w:trPr>
        <w:tc>
          <w:tcPr>
            <w:tcW w:w="1396" w:type="pct"/>
            <w:shd w:val="clear" w:color="auto" w:fill="auto"/>
          </w:tcPr>
          <w:p w14:paraId="68AA819E" w14:textId="77777777" w:rsidR="00804EF7" w:rsidRPr="00804EF7" w:rsidRDefault="00804EF7" w:rsidP="00804EF7">
            <w:pPr>
              <w:pStyle w:val="SIText"/>
            </w:pPr>
            <w:r w:rsidRPr="00804EF7">
              <w:t>3. Apply principles of fluid flow to a production process</w:t>
            </w:r>
          </w:p>
        </w:tc>
        <w:tc>
          <w:tcPr>
            <w:tcW w:w="3604" w:type="pct"/>
            <w:shd w:val="clear" w:color="auto" w:fill="auto"/>
          </w:tcPr>
          <w:p w14:paraId="703B6DD3" w14:textId="77777777" w:rsidR="00804EF7" w:rsidRPr="00804EF7" w:rsidRDefault="00804EF7" w:rsidP="00804EF7">
            <w:pPr>
              <w:pStyle w:val="SIText"/>
            </w:pPr>
            <w:r w:rsidRPr="00804EF7">
              <w:t xml:space="preserve">3.1 Identify fluid properties of food that affect flow </w:t>
            </w:r>
          </w:p>
          <w:p w14:paraId="32F13948" w14:textId="77777777" w:rsidR="00804EF7" w:rsidRPr="00804EF7" w:rsidRDefault="00804EF7" w:rsidP="00804EF7">
            <w:pPr>
              <w:pStyle w:val="SIText"/>
            </w:pPr>
            <w:r w:rsidRPr="00804EF7">
              <w:t xml:space="preserve">3.2 Identify components and related equipment used in a food pumping process </w:t>
            </w:r>
          </w:p>
          <w:p w14:paraId="6B2F3BEC" w14:textId="77777777" w:rsidR="00804EF7" w:rsidRPr="00804EF7" w:rsidRDefault="00804EF7" w:rsidP="00804EF7">
            <w:pPr>
              <w:pStyle w:val="SIText"/>
            </w:pPr>
            <w:r w:rsidRPr="00804EF7">
              <w:t xml:space="preserve">3.3 Identify features of the system design that affect performance of the pumping system </w:t>
            </w:r>
          </w:p>
          <w:p w14:paraId="0E1AB27E" w14:textId="77777777" w:rsidR="00804EF7" w:rsidRPr="00804EF7" w:rsidRDefault="00804EF7" w:rsidP="00804EF7">
            <w:pPr>
              <w:pStyle w:val="SIText"/>
            </w:pPr>
            <w:r w:rsidRPr="00804EF7">
              <w:t>3.4 Identify the effect of pumping on fluid properties</w:t>
            </w:r>
          </w:p>
          <w:p w14:paraId="313E32AA" w14:textId="77777777" w:rsidR="00804EF7" w:rsidRPr="00804EF7" w:rsidRDefault="00804EF7" w:rsidP="00804EF7">
            <w:pPr>
              <w:pStyle w:val="SIText"/>
            </w:pPr>
            <w:r w:rsidRPr="00804EF7">
              <w:t>3.5 Establish the operating capacity of pumping systems used in the production process</w:t>
            </w:r>
          </w:p>
          <w:p w14:paraId="3A2A61A6" w14:textId="7102299D" w:rsidR="00804EF7" w:rsidRPr="00804EF7" w:rsidRDefault="00804EF7" w:rsidP="00804EF7">
            <w:pPr>
              <w:pStyle w:val="SIText"/>
            </w:pPr>
            <w:r w:rsidRPr="00804EF7">
              <w:t xml:space="preserve">3.6 Review or establish procedures for </w:t>
            </w:r>
            <w:r w:rsidR="00485874">
              <w:t>the safe use of</w:t>
            </w:r>
            <w:r w:rsidRPr="00804EF7">
              <w:t xml:space="preserve"> pumping equipment </w:t>
            </w:r>
          </w:p>
        </w:tc>
      </w:tr>
      <w:tr w:rsidR="00804EF7" w:rsidRPr="00963A46" w14:paraId="61505A4C" w14:textId="77777777" w:rsidTr="00CA2922">
        <w:trPr>
          <w:cantSplit/>
        </w:trPr>
        <w:tc>
          <w:tcPr>
            <w:tcW w:w="1396" w:type="pct"/>
            <w:shd w:val="clear" w:color="auto" w:fill="auto"/>
          </w:tcPr>
          <w:p w14:paraId="6579D5C9" w14:textId="77777777" w:rsidR="00804EF7" w:rsidRPr="00804EF7" w:rsidRDefault="00804EF7" w:rsidP="00804EF7">
            <w:pPr>
              <w:pStyle w:val="SIText"/>
            </w:pPr>
            <w:r w:rsidRPr="00804EF7">
              <w:t>4. Apply principles of heat transfer to a production process</w:t>
            </w:r>
          </w:p>
        </w:tc>
        <w:tc>
          <w:tcPr>
            <w:tcW w:w="3604" w:type="pct"/>
            <w:shd w:val="clear" w:color="auto" w:fill="auto"/>
          </w:tcPr>
          <w:p w14:paraId="0E0B5BF6" w14:textId="77777777" w:rsidR="00804EF7" w:rsidRPr="00804EF7" w:rsidRDefault="00804EF7" w:rsidP="00804EF7">
            <w:pPr>
              <w:pStyle w:val="SIText"/>
            </w:pPr>
            <w:r w:rsidRPr="00804EF7">
              <w:t>4.1 Identify types of heat transfer in a food production process</w:t>
            </w:r>
          </w:p>
          <w:p w14:paraId="64D39AF8" w14:textId="77777777" w:rsidR="00804EF7" w:rsidRPr="00804EF7" w:rsidRDefault="00804EF7" w:rsidP="00804EF7">
            <w:pPr>
              <w:pStyle w:val="SIText"/>
            </w:pPr>
            <w:r w:rsidRPr="00804EF7">
              <w:t xml:space="preserve">4.2 Identify methods and related equipment used to transfer heat </w:t>
            </w:r>
          </w:p>
          <w:p w14:paraId="24ED1B8C" w14:textId="77777777" w:rsidR="00804EF7" w:rsidRPr="00804EF7" w:rsidRDefault="00804EF7" w:rsidP="00804EF7">
            <w:pPr>
              <w:pStyle w:val="SIText"/>
            </w:pPr>
            <w:r w:rsidRPr="00804EF7">
              <w:t xml:space="preserve">4.3 Recognise types of heat transfer media </w:t>
            </w:r>
          </w:p>
          <w:p w14:paraId="3746A293" w14:textId="77777777" w:rsidR="00804EF7" w:rsidRPr="00804EF7" w:rsidRDefault="00804EF7" w:rsidP="00804EF7">
            <w:pPr>
              <w:pStyle w:val="SIText"/>
            </w:pPr>
            <w:r w:rsidRPr="00804EF7">
              <w:t xml:space="preserve">4.4 Identify and contrast operating principles of cooling, chilling and freezing processes </w:t>
            </w:r>
          </w:p>
          <w:p w14:paraId="2BD7BDA4" w14:textId="77777777" w:rsidR="00804EF7" w:rsidRPr="00804EF7" w:rsidRDefault="00804EF7" w:rsidP="00804EF7">
            <w:pPr>
              <w:pStyle w:val="SIText"/>
            </w:pPr>
            <w:r w:rsidRPr="00804EF7">
              <w:t>4.5 Assess effects of heat transfer on product and material properties</w:t>
            </w:r>
          </w:p>
          <w:p w14:paraId="0E93070F" w14:textId="77777777" w:rsidR="00804EF7" w:rsidRPr="00804EF7" w:rsidRDefault="00804EF7" w:rsidP="00804EF7">
            <w:pPr>
              <w:pStyle w:val="SIText"/>
            </w:pPr>
            <w:r w:rsidRPr="00804EF7">
              <w:t xml:space="preserve">4.6 Establish operating capacity of heat transfer equipment used in the production process </w:t>
            </w:r>
          </w:p>
          <w:p w14:paraId="3982930E" w14:textId="77777777" w:rsidR="00804EF7" w:rsidRPr="00804EF7" w:rsidRDefault="00804EF7" w:rsidP="00804EF7">
            <w:pPr>
              <w:pStyle w:val="SIText"/>
            </w:pPr>
            <w:r w:rsidRPr="00804EF7">
              <w:t xml:space="preserve">4.7 Review or establish procedures for the safe use of heat transfer equipment </w:t>
            </w:r>
          </w:p>
        </w:tc>
      </w:tr>
      <w:tr w:rsidR="00804EF7" w:rsidRPr="00963A46" w14:paraId="076261AB" w14:textId="77777777" w:rsidTr="00CA2922">
        <w:trPr>
          <w:cantSplit/>
        </w:trPr>
        <w:tc>
          <w:tcPr>
            <w:tcW w:w="1396" w:type="pct"/>
            <w:shd w:val="clear" w:color="auto" w:fill="auto"/>
          </w:tcPr>
          <w:p w14:paraId="62A50A1F" w14:textId="77777777" w:rsidR="00804EF7" w:rsidRPr="00804EF7" w:rsidRDefault="00804EF7" w:rsidP="00804EF7">
            <w:pPr>
              <w:pStyle w:val="SIText"/>
            </w:pPr>
            <w:r w:rsidRPr="00804EF7">
              <w:lastRenderedPageBreak/>
              <w:t>5. Apply principles of evaporation to a production process</w:t>
            </w:r>
          </w:p>
        </w:tc>
        <w:tc>
          <w:tcPr>
            <w:tcW w:w="3604" w:type="pct"/>
            <w:shd w:val="clear" w:color="auto" w:fill="auto"/>
          </w:tcPr>
          <w:p w14:paraId="70823268" w14:textId="77777777" w:rsidR="00804EF7" w:rsidRPr="00804EF7" w:rsidRDefault="00804EF7" w:rsidP="00804EF7">
            <w:pPr>
              <w:pStyle w:val="SIText"/>
            </w:pPr>
            <w:r w:rsidRPr="00804EF7">
              <w:t>5.1 Identify methods and related equipment used for controlling evaporation in food processing</w:t>
            </w:r>
          </w:p>
          <w:p w14:paraId="4DD4B63E" w14:textId="77777777" w:rsidR="00804EF7" w:rsidRPr="00804EF7" w:rsidRDefault="00804EF7" w:rsidP="00804EF7">
            <w:pPr>
              <w:pStyle w:val="SIText"/>
            </w:pPr>
            <w:r w:rsidRPr="00804EF7">
              <w:t>5.2 Analyse the effect of evaporation on product and material properties</w:t>
            </w:r>
          </w:p>
          <w:p w14:paraId="7460491A" w14:textId="77777777" w:rsidR="00804EF7" w:rsidRPr="00804EF7" w:rsidRDefault="00804EF7" w:rsidP="00804EF7">
            <w:pPr>
              <w:pStyle w:val="SIText"/>
            </w:pPr>
            <w:r w:rsidRPr="00804EF7">
              <w:t xml:space="preserve">5.3 Identify tests used to determine the concentration of a liquid </w:t>
            </w:r>
          </w:p>
          <w:p w14:paraId="2CE16FD2" w14:textId="77777777" w:rsidR="00804EF7" w:rsidRPr="00804EF7" w:rsidRDefault="00804EF7" w:rsidP="00804EF7">
            <w:pPr>
              <w:pStyle w:val="SIText"/>
            </w:pPr>
            <w:r w:rsidRPr="00804EF7">
              <w:t xml:space="preserve">5.4 Establish the operating capacity of evaporation equipment used in the production process </w:t>
            </w:r>
          </w:p>
          <w:p w14:paraId="5F8B8B0D" w14:textId="77777777" w:rsidR="00804EF7" w:rsidRPr="00804EF7" w:rsidRDefault="00804EF7" w:rsidP="00804EF7">
            <w:pPr>
              <w:pStyle w:val="SIText"/>
            </w:pPr>
            <w:r w:rsidRPr="00804EF7">
              <w:t xml:space="preserve">5.5 Review or establish procedures for the safe use of evaporation equipment </w:t>
            </w:r>
          </w:p>
        </w:tc>
      </w:tr>
      <w:tr w:rsidR="00804EF7" w:rsidRPr="00963A46" w14:paraId="24AE64BD" w14:textId="77777777" w:rsidTr="00CA2922">
        <w:trPr>
          <w:cantSplit/>
        </w:trPr>
        <w:tc>
          <w:tcPr>
            <w:tcW w:w="1396" w:type="pct"/>
            <w:shd w:val="clear" w:color="auto" w:fill="auto"/>
          </w:tcPr>
          <w:p w14:paraId="64499ED5" w14:textId="77777777" w:rsidR="00804EF7" w:rsidRPr="00804EF7" w:rsidRDefault="00804EF7" w:rsidP="00804EF7">
            <w:pPr>
              <w:pStyle w:val="SIText"/>
            </w:pPr>
            <w:r w:rsidRPr="00804EF7">
              <w:t>6. Apply principles of drying to a production process</w:t>
            </w:r>
          </w:p>
        </w:tc>
        <w:tc>
          <w:tcPr>
            <w:tcW w:w="3604" w:type="pct"/>
            <w:shd w:val="clear" w:color="auto" w:fill="auto"/>
          </w:tcPr>
          <w:p w14:paraId="775F36AE" w14:textId="77777777" w:rsidR="00804EF7" w:rsidRPr="00804EF7" w:rsidRDefault="00804EF7" w:rsidP="00804EF7">
            <w:pPr>
              <w:pStyle w:val="SIText"/>
            </w:pPr>
            <w:r w:rsidRPr="00804EF7">
              <w:t>6.1 Identify methods and related equipment used for drying food</w:t>
            </w:r>
          </w:p>
          <w:p w14:paraId="1AC1A13B" w14:textId="77777777" w:rsidR="00804EF7" w:rsidRPr="00804EF7" w:rsidRDefault="00804EF7" w:rsidP="00804EF7">
            <w:pPr>
              <w:pStyle w:val="SIText"/>
            </w:pPr>
            <w:r w:rsidRPr="00804EF7">
              <w:t xml:space="preserve">6.2 Assess the effect of drying on product and material properties </w:t>
            </w:r>
          </w:p>
          <w:p w14:paraId="11531D31" w14:textId="77777777" w:rsidR="00804EF7" w:rsidRPr="00804EF7" w:rsidRDefault="00804EF7" w:rsidP="00804EF7">
            <w:pPr>
              <w:pStyle w:val="SIText"/>
            </w:pPr>
            <w:r w:rsidRPr="00804EF7">
              <w:t xml:space="preserve">6.3 Identify tests used to determine moisture content of materials and products </w:t>
            </w:r>
          </w:p>
          <w:p w14:paraId="3C93A297" w14:textId="77777777" w:rsidR="00804EF7" w:rsidRPr="00804EF7" w:rsidRDefault="00804EF7" w:rsidP="00804EF7">
            <w:pPr>
              <w:pStyle w:val="SIText"/>
            </w:pPr>
            <w:r w:rsidRPr="00804EF7">
              <w:t xml:space="preserve">6.4 Establish operating capacity of drying equipment used in the production process </w:t>
            </w:r>
          </w:p>
          <w:p w14:paraId="06D140C4" w14:textId="77777777" w:rsidR="00804EF7" w:rsidRPr="00804EF7" w:rsidRDefault="00804EF7" w:rsidP="00804EF7">
            <w:pPr>
              <w:pStyle w:val="SIText"/>
            </w:pPr>
            <w:r w:rsidRPr="00804EF7">
              <w:t xml:space="preserve">6.5 Review and establish procedures for the safe use of drying equipment </w:t>
            </w:r>
          </w:p>
        </w:tc>
      </w:tr>
      <w:tr w:rsidR="00804EF7" w:rsidRPr="00963A46" w14:paraId="701490AE" w14:textId="77777777" w:rsidTr="00CA2922">
        <w:trPr>
          <w:cantSplit/>
        </w:trPr>
        <w:tc>
          <w:tcPr>
            <w:tcW w:w="1396" w:type="pct"/>
            <w:shd w:val="clear" w:color="auto" w:fill="auto"/>
          </w:tcPr>
          <w:p w14:paraId="515B6FB7" w14:textId="77777777" w:rsidR="00804EF7" w:rsidRPr="00804EF7" w:rsidRDefault="00804EF7" w:rsidP="00804EF7">
            <w:pPr>
              <w:pStyle w:val="SIText"/>
            </w:pPr>
            <w:r w:rsidRPr="00804EF7">
              <w:t>7. Apply principles of process control to management of production processes</w:t>
            </w:r>
          </w:p>
        </w:tc>
        <w:tc>
          <w:tcPr>
            <w:tcW w:w="3604" w:type="pct"/>
            <w:shd w:val="clear" w:color="auto" w:fill="auto"/>
          </w:tcPr>
          <w:p w14:paraId="3BD99D24" w14:textId="77777777" w:rsidR="00804EF7" w:rsidRPr="00804EF7" w:rsidRDefault="00804EF7" w:rsidP="00804EF7">
            <w:pPr>
              <w:pStyle w:val="SIText"/>
            </w:pPr>
            <w:r w:rsidRPr="00804EF7">
              <w:t xml:space="preserve">7.1 Locate sensors and instrumentation providing input information to the control system </w:t>
            </w:r>
          </w:p>
          <w:p w14:paraId="266E49DE" w14:textId="77777777" w:rsidR="00804EF7" w:rsidRPr="00804EF7" w:rsidRDefault="00804EF7" w:rsidP="00804EF7">
            <w:pPr>
              <w:pStyle w:val="SIText"/>
            </w:pPr>
            <w:r w:rsidRPr="00804EF7">
              <w:t>7.2 Identify consequences of a system malfunction</w:t>
            </w:r>
          </w:p>
        </w:tc>
      </w:tr>
    </w:tbl>
    <w:p w14:paraId="5FFF448B"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3A85305" w14:textId="77777777" w:rsidTr="00CA2922">
        <w:trPr>
          <w:tblHeader/>
        </w:trPr>
        <w:tc>
          <w:tcPr>
            <w:tcW w:w="5000" w:type="pct"/>
            <w:gridSpan w:val="2"/>
          </w:tcPr>
          <w:p w14:paraId="5EF56089" w14:textId="77777777" w:rsidR="00F1480E" w:rsidRPr="000754EC" w:rsidRDefault="005F771F" w:rsidP="000754EC">
            <w:pPr>
              <w:pStyle w:val="SIHeading2"/>
            </w:pPr>
            <w:r>
              <w:br w:type="page"/>
            </w:r>
            <w:r w:rsidR="00FD557D" w:rsidRPr="00041E59">
              <w:t>F</w:t>
            </w:r>
            <w:r w:rsidR="00FD557D" w:rsidRPr="000754EC">
              <w:t>oundation Skills</w:t>
            </w:r>
          </w:p>
          <w:p w14:paraId="0685520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D9CE0DE" w14:textId="77777777" w:rsidTr="00CA2922">
        <w:trPr>
          <w:tblHeader/>
        </w:trPr>
        <w:tc>
          <w:tcPr>
            <w:tcW w:w="1396" w:type="pct"/>
          </w:tcPr>
          <w:p w14:paraId="2B85D26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E6000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04EF7" w:rsidRPr="00336FCA" w:rsidDel="00423CB2" w14:paraId="0286A15E" w14:textId="77777777" w:rsidTr="00CA2922">
        <w:tc>
          <w:tcPr>
            <w:tcW w:w="1396" w:type="pct"/>
          </w:tcPr>
          <w:p w14:paraId="666B7EEF" w14:textId="77777777" w:rsidR="00804EF7" w:rsidRPr="00804EF7" w:rsidRDefault="00804EF7" w:rsidP="00804EF7">
            <w:pPr>
              <w:pStyle w:val="SIText"/>
            </w:pPr>
            <w:r w:rsidRPr="00804EF7">
              <w:t>Reading</w:t>
            </w:r>
          </w:p>
        </w:tc>
        <w:tc>
          <w:tcPr>
            <w:tcW w:w="3604" w:type="pct"/>
          </w:tcPr>
          <w:p w14:paraId="44F1924E" w14:textId="3255D6CC" w:rsidR="00804EF7" w:rsidRPr="00804EF7" w:rsidRDefault="00C66F21" w:rsidP="00804EF7">
            <w:pPr>
              <w:pStyle w:val="SIBulletList1"/>
            </w:pPr>
            <w:r>
              <w:t>I</w:t>
            </w:r>
            <w:r w:rsidR="00804EF7" w:rsidRPr="00804EF7">
              <w:t>nterpret</w:t>
            </w:r>
            <w:r w:rsidR="00F91156">
              <w:t>s</w:t>
            </w:r>
            <w:r w:rsidR="00804EF7" w:rsidRPr="00804EF7">
              <w:t xml:space="preserve"> and analyse</w:t>
            </w:r>
            <w:r w:rsidR="00F91156">
              <w:t>s</w:t>
            </w:r>
            <w:r w:rsidR="00804EF7" w:rsidRPr="00804EF7">
              <w:t xml:space="preserve"> system specifications, and other documentation to determine requirements</w:t>
            </w:r>
          </w:p>
        </w:tc>
      </w:tr>
      <w:tr w:rsidR="00804EF7" w:rsidRPr="00336FCA" w:rsidDel="00423CB2" w14:paraId="081F832B" w14:textId="77777777" w:rsidTr="00CA2922">
        <w:tc>
          <w:tcPr>
            <w:tcW w:w="1396" w:type="pct"/>
          </w:tcPr>
          <w:p w14:paraId="01E93D43" w14:textId="77777777" w:rsidR="00804EF7" w:rsidRPr="00804EF7" w:rsidRDefault="00804EF7" w:rsidP="00804EF7">
            <w:pPr>
              <w:pStyle w:val="SIText"/>
            </w:pPr>
            <w:r w:rsidRPr="00804EF7">
              <w:t>Writing</w:t>
            </w:r>
          </w:p>
        </w:tc>
        <w:tc>
          <w:tcPr>
            <w:tcW w:w="3604" w:type="pct"/>
          </w:tcPr>
          <w:p w14:paraId="6BDFE9F6" w14:textId="7EF71880" w:rsidR="00804EF7" w:rsidRPr="00804EF7" w:rsidRDefault="00C66F21" w:rsidP="00804EF7">
            <w:pPr>
              <w:pStyle w:val="SIBulletList1"/>
            </w:pPr>
            <w:r>
              <w:t>P</w:t>
            </w:r>
            <w:r w:rsidR="00804EF7" w:rsidRPr="00804EF7">
              <w:t>roduce</w:t>
            </w:r>
            <w:r w:rsidR="00F91156">
              <w:t>s</w:t>
            </w:r>
            <w:r w:rsidR="00804EF7" w:rsidRPr="00804EF7">
              <w:t xml:space="preserve"> written and diagrammatic documents that that convey </w:t>
            </w:r>
            <w:r>
              <w:t xml:space="preserve">information about components of </w:t>
            </w:r>
            <w:r w:rsidR="00804EF7" w:rsidRPr="00804EF7">
              <w:t xml:space="preserve">food </w:t>
            </w:r>
            <w:r w:rsidRPr="00804EF7">
              <w:t>process</w:t>
            </w:r>
            <w:r>
              <w:t>ing</w:t>
            </w:r>
            <w:r w:rsidRPr="00804EF7">
              <w:t xml:space="preserve"> </w:t>
            </w:r>
            <w:r w:rsidR="00804EF7" w:rsidRPr="00804EF7">
              <w:t xml:space="preserve">and engineered solutions  </w:t>
            </w:r>
          </w:p>
        </w:tc>
      </w:tr>
      <w:tr w:rsidR="00804EF7" w:rsidRPr="00336FCA" w:rsidDel="00423CB2" w14:paraId="1EE9CB1A" w14:textId="77777777" w:rsidTr="00CA2922">
        <w:tc>
          <w:tcPr>
            <w:tcW w:w="1396" w:type="pct"/>
          </w:tcPr>
          <w:p w14:paraId="3BF7BDBF" w14:textId="77777777" w:rsidR="00804EF7" w:rsidRPr="00804EF7" w:rsidRDefault="00804EF7" w:rsidP="00804EF7">
            <w:pPr>
              <w:pStyle w:val="SIText"/>
            </w:pPr>
            <w:r w:rsidRPr="00804EF7">
              <w:t>Numeracy</w:t>
            </w:r>
          </w:p>
        </w:tc>
        <w:tc>
          <w:tcPr>
            <w:tcW w:w="3604" w:type="pct"/>
          </w:tcPr>
          <w:p w14:paraId="2A3719E9" w14:textId="4ADC07C1" w:rsidR="00804EF7" w:rsidRPr="00804EF7" w:rsidRDefault="00804EF7" w:rsidP="00804EF7">
            <w:pPr>
              <w:pStyle w:val="SIBulletList1"/>
            </w:pPr>
            <w:r w:rsidRPr="00804EF7">
              <w:t>Perform</w:t>
            </w:r>
            <w:r w:rsidR="00F91156">
              <w:t>s</w:t>
            </w:r>
            <w:r w:rsidRPr="00804EF7">
              <w:t xml:space="preserve"> mathematical calculations to interpret and record complex engineering principles for food production processes</w:t>
            </w:r>
          </w:p>
        </w:tc>
      </w:tr>
      <w:tr w:rsidR="00804EF7" w:rsidRPr="00336FCA" w:rsidDel="00423CB2" w14:paraId="3A9F3417" w14:textId="77777777" w:rsidTr="00CA2922">
        <w:tc>
          <w:tcPr>
            <w:tcW w:w="1396" w:type="pct"/>
          </w:tcPr>
          <w:p w14:paraId="0A21548E" w14:textId="77777777" w:rsidR="00804EF7" w:rsidRPr="00804EF7" w:rsidRDefault="00804EF7" w:rsidP="00804EF7">
            <w:pPr>
              <w:pStyle w:val="SIText"/>
            </w:pPr>
            <w:r w:rsidRPr="00804EF7">
              <w:t>Get the work done</w:t>
            </w:r>
          </w:p>
        </w:tc>
        <w:tc>
          <w:tcPr>
            <w:tcW w:w="3604" w:type="pct"/>
          </w:tcPr>
          <w:p w14:paraId="3BB5703A" w14:textId="2A9BBF17" w:rsidR="00804EF7" w:rsidRPr="00804EF7" w:rsidRDefault="00C66F21" w:rsidP="00804EF7">
            <w:pPr>
              <w:pStyle w:val="SIBulletList1"/>
            </w:pPr>
            <w:r>
              <w:t>Problem solves issues as they arise</w:t>
            </w:r>
            <w:r w:rsidR="00804EF7" w:rsidRPr="00804EF7">
              <w:t xml:space="preserve"> </w:t>
            </w:r>
          </w:p>
        </w:tc>
      </w:tr>
    </w:tbl>
    <w:p w14:paraId="089E3A17" w14:textId="77777777" w:rsidR="00916CD7" w:rsidRDefault="00916CD7" w:rsidP="005F771F">
      <w:pPr>
        <w:pStyle w:val="SIText"/>
      </w:pPr>
    </w:p>
    <w:p w14:paraId="39272E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B7A9757" w14:textId="77777777" w:rsidTr="00F33FF2">
        <w:tc>
          <w:tcPr>
            <w:tcW w:w="5000" w:type="pct"/>
            <w:gridSpan w:val="4"/>
          </w:tcPr>
          <w:p w14:paraId="2F39E7B3" w14:textId="77777777" w:rsidR="00F1480E" w:rsidRPr="000754EC" w:rsidRDefault="00FD557D" w:rsidP="000754EC">
            <w:pPr>
              <w:pStyle w:val="SIHeading2"/>
            </w:pPr>
            <w:r w:rsidRPr="00923720">
              <w:t>U</w:t>
            </w:r>
            <w:r w:rsidRPr="000754EC">
              <w:t>nit Mapping Information</w:t>
            </w:r>
          </w:p>
        </w:tc>
      </w:tr>
      <w:tr w:rsidR="00F1480E" w14:paraId="3179C12F" w14:textId="77777777" w:rsidTr="00F33FF2">
        <w:tc>
          <w:tcPr>
            <w:tcW w:w="1028" w:type="pct"/>
          </w:tcPr>
          <w:p w14:paraId="090CD23B" w14:textId="77777777" w:rsidR="00F1480E" w:rsidRPr="000754EC" w:rsidRDefault="00F1480E" w:rsidP="000754EC">
            <w:pPr>
              <w:pStyle w:val="SIText-Bold"/>
            </w:pPr>
            <w:r w:rsidRPr="00923720">
              <w:t>Code and title current version</w:t>
            </w:r>
          </w:p>
        </w:tc>
        <w:tc>
          <w:tcPr>
            <w:tcW w:w="1105" w:type="pct"/>
          </w:tcPr>
          <w:p w14:paraId="4BE9CAF2" w14:textId="77777777" w:rsidR="00F1480E" w:rsidRPr="000754EC" w:rsidRDefault="00F1480E" w:rsidP="000754EC">
            <w:pPr>
              <w:pStyle w:val="SIText-Bold"/>
            </w:pPr>
            <w:r w:rsidRPr="00923720">
              <w:t>Code and title previous version</w:t>
            </w:r>
          </w:p>
        </w:tc>
        <w:tc>
          <w:tcPr>
            <w:tcW w:w="1251" w:type="pct"/>
          </w:tcPr>
          <w:p w14:paraId="631B7184" w14:textId="77777777" w:rsidR="00F1480E" w:rsidRPr="000754EC" w:rsidRDefault="00F1480E" w:rsidP="000754EC">
            <w:pPr>
              <w:pStyle w:val="SIText-Bold"/>
            </w:pPr>
            <w:r w:rsidRPr="00923720">
              <w:t>Comments</w:t>
            </w:r>
          </w:p>
        </w:tc>
        <w:tc>
          <w:tcPr>
            <w:tcW w:w="1616" w:type="pct"/>
          </w:tcPr>
          <w:p w14:paraId="2EDEB95C" w14:textId="77777777" w:rsidR="00F1480E" w:rsidRPr="000754EC" w:rsidRDefault="00F1480E" w:rsidP="000754EC">
            <w:pPr>
              <w:pStyle w:val="SIText-Bold"/>
            </w:pPr>
            <w:r w:rsidRPr="00923720">
              <w:t>Equivalence status</w:t>
            </w:r>
          </w:p>
        </w:tc>
      </w:tr>
      <w:tr w:rsidR="00804EF7" w14:paraId="2A476738" w14:textId="77777777" w:rsidTr="00F33FF2">
        <w:tc>
          <w:tcPr>
            <w:tcW w:w="1028" w:type="pct"/>
          </w:tcPr>
          <w:p w14:paraId="26F4FBD9" w14:textId="33FEB0FE" w:rsidR="00804EF7" w:rsidRPr="00804EF7" w:rsidRDefault="00804EF7" w:rsidP="00804EF7">
            <w:pPr>
              <w:pStyle w:val="SIText"/>
            </w:pPr>
            <w:r w:rsidRPr="00804EF7">
              <w:t xml:space="preserve">FBPTEC4004 </w:t>
            </w:r>
            <w:r w:rsidR="00485874" w:rsidRPr="00485874">
              <w:t>Apply basic process engineering principles to food processing</w:t>
            </w:r>
            <w:r w:rsidR="00485874" w:rsidRPr="00485874" w:rsidDel="00485874">
              <w:t xml:space="preserve"> </w:t>
            </w:r>
          </w:p>
        </w:tc>
        <w:tc>
          <w:tcPr>
            <w:tcW w:w="1105" w:type="pct"/>
          </w:tcPr>
          <w:p w14:paraId="1F6E6A28" w14:textId="77777777" w:rsidR="00804EF7" w:rsidRPr="00804EF7" w:rsidRDefault="00804EF7" w:rsidP="00804EF7">
            <w:pPr>
              <w:pStyle w:val="SIText"/>
            </w:pPr>
            <w:r w:rsidRPr="00804EF7">
              <w:t>FDFTEC4004A Apply basic process engineering principles to food processing</w:t>
            </w:r>
          </w:p>
        </w:tc>
        <w:tc>
          <w:tcPr>
            <w:tcW w:w="1251" w:type="pct"/>
          </w:tcPr>
          <w:p w14:paraId="69EB4E74" w14:textId="1B4A3B1A" w:rsidR="00804EF7" w:rsidRDefault="00804EF7" w:rsidP="00804EF7">
            <w:pPr>
              <w:pStyle w:val="SIText"/>
            </w:pPr>
            <w:r w:rsidRPr="00804EF7">
              <w:t>Updated to meet Standards for Training Packages</w:t>
            </w:r>
          </w:p>
          <w:p w14:paraId="09CA2153" w14:textId="77777777" w:rsidR="00033930" w:rsidRDefault="00033930" w:rsidP="00804EF7">
            <w:pPr>
              <w:pStyle w:val="SIText"/>
            </w:pPr>
          </w:p>
          <w:p w14:paraId="26A80CDB" w14:textId="58B636D8" w:rsidR="00033930" w:rsidRDefault="00033930" w:rsidP="00804EF7">
            <w:pPr>
              <w:pStyle w:val="SIText"/>
            </w:pPr>
            <w:r>
              <w:t xml:space="preserve">Prerequisites </w:t>
            </w:r>
            <w:r w:rsidR="003B34D9">
              <w:t>removed</w:t>
            </w:r>
          </w:p>
          <w:p w14:paraId="31D2C02A" w14:textId="77777777" w:rsidR="00033930" w:rsidRPr="00804EF7" w:rsidRDefault="00033930" w:rsidP="00804EF7">
            <w:pPr>
              <w:pStyle w:val="SIText"/>
            </w:pPr>
          </w:p>
          <w:p w14:paraId="032DB4C0" w14:textId="77777777" w:rsidR="00804EF7" w:rsidRPr="00804EF7" w:rsidRDefault="00804EF7" w:rsidP="00804EF7">
            <w:pPr>
              <w:pStyle w:val="SIText"/>
            </w:pPr>
            <w:r w:rsidRPr="00804EF7">
              <w:t>Minor changes to Performance Criteria for clarity</w:t>
            </w:r>
          </w:p>
        </w:tc>
        <w:tc>
          <w:tcPr>
            <w:tcW w:w="1616" w:type="pct"/>
          </w:tcPr>
          <w:p w14:paraId="0B7BDFDA" w14:textId="77777777" w:rsidR="00804EF7" w:rsidRPr="00804EF7" w:rsidRDefault="00804EF7" w:rsidP="00804EF7">
            <w:pPr>
              <w:pStyle w:val="SIText"/>
            </w:pPr>
            <w:r w:rsidRPr="00804EF7">
              <w:t>Equivalent unit</w:t>
            </w:r>
          </w:p>
        </w:tc>
      </w:tr>
    </w:tbl>
    <w:p w14:paraId="104FA29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4C8F2DA" w14:textId="77777777" w:rsidTr="0035000E">
        <w:tc>
          <w:tcPr>
            <w:tcW w:w="1049" w:type="pct"/>
            <w:shd w:val="clear" w:color="auto" w:fill="auto"/>
          </w:tcPr>
          <w:p w14:paraId="5A1CF127" w14:textId="77777777" w:rsidR="00F1480E" w:rsidRPr="000754EC" w:rsidRDefault="00FD557D" w:rsidP="000754EC">
            <w:pPr>
              <w:pStyle w:val="SIHeading2"/>
            </w:pPr>
            <w:r w:rsidRPr="00CC451E">
              <w:t>L</w:t>
            </w:r>
            <w:r w:rsidRPr="000754EC">
              <w:t>inks</w:t>
            </w:r>
          </w:p>
        </w:tc>
        <w:tc>
          <w:tcPr>
            <w:tcW w:w="3951" w:type="pct"/>
            <w:shd w:val="clear" w:color="auto" w:fill="auto"/>
          </w:tcPr>
          <w:p w14:paraId="235C3E26"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C194DC4" w14:textId="77777777" w:rsidR="00F1480E" w:rsidRDefault="00F1480E" w:rsidP="005F771F">
      <w:pPr>
        <w:pStyle w:val="SIText"/>
      </w:pPr>
    </w:p>
    <w:p w14:paraId="01C9375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B6F2337" w14:textId="77777777" w:rsidTr="00113678">
        <w:trPr>
          <w:tblHeader/>
        </w:trPr>
        <w:tc>
          <w:tcPr>
            <w:tcW w:w="1478" w:type="pct"/>
            <w:shd w:val="clear" w:color="auto" w:fill="auto"/>
          </w:tcPr>
          <w:p w14:paraId="1F5DB87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97B54BF" w14:textId="77777777" w:rsidR="00556C4C" w:rsidRPr="000754EC" w:rsidRDefault="00556C4C" w:rsidP="000754EC">
            <w:pPr>
              <w:pStyle w:val="SIUnittitle"/>
            </w:pPr>
            <w:r w:rsidRPr="00F56827">
              <w:t xml:space="preserve">Assessment requirements for </w:t>
            </w:r>
            <w:r w:rsidR="00804EF7" w:rsidRPr="00804EF7">
              <w:t>FBPTEC4004 Apply basic process engineering principles to food processing</w:t>
            </w:r>
          </w:p>
        </w:tc>
      </w:tr>
      <w:tr w:rsidR="00556C4C" w:rsidRPr="00A55106" w14:paraId="66A6E7FA" w14:textId="77777777" w:rsidTr="00113678">
        <w:trPr>
          <w:tblHeader/>
        </w:trPr>
        <w:tc>
          <w:tcPr>
            <w:tcW w:w="5000" w:type="pct"/>
            <w:gridSpan w:val="2"/>
            <w:shd w:val="clear" w:color="auto" w:fill="auto"/>
          </w:tcPr>
          <w:p w14:paraId="31A6CA2D" w14:textId="77777777" w:rsidR="00556C4C" w:rsidRPr="000754EC" w:rsidRDefault="00D71E43" w:rsidP="000754EC">
            <w:pPr>
              <w:pStyle w:val="SIHeading2"/>
            </w:pPr>
            <w:r>
              <w:t>Performance E</w:t>
            </w:r>
            <w:r w:rsidRPr="000754EC">
              <w:t>vidence</w:t>
            </w:r>
          </w:p>
        </w:tc>
      </w:tr>
      <w:tr w:rsidR="00556C4C" w:rsidRPr="00067E1C" w14:paraId="7C9FE696" w14:textId="77777777" w:rsidTr="00113678">
        <w:tc>
          <w:tcPr>
            <w:tcW w:w="5000" w:type="pct"/>
            <w:gridSpan w:val="2"/>
            <w:shd w:val="clear" w:color="auto" w:fill="auto"/>
          </w:tcPr>
          <w:p w14:paraId="2C1E548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29DE922" w14:textId="4CD8DFBB" w:rsidR="00804EF7" w:rsidRPr="00804EF7" w:rsidRDefault="00804EF7" w:rsidP="00804EF7">
            <w:pPr>
              <w:pStyle w:val="SIText"/>
            </w:pPr>
            <w:r w:rsidRPr="00804EF7">
              <w:t xml:space="preserve">There must be evidence that the individual has </w:t>
            </w:r>
            <w:r w:rsidR="00C66F21">
              <w:t>effectively applied basic process engineering principles in a food processing environment on at least one occasion, including:</w:t>
            </w:r>
          </w:p>
          <w:p w14:paraId="1F057D45" w14:textId="3E098EBC" w:rsidR="00804EF7" w:rsidRPr="00804EF7" w:rsidRDefault="00C66F21" w:rsidP="00804EF7">
            <w:pPr>
              <w:pStyle w:val="SIBulletList1"/>
            </w:pPr>
            <w:r w:rsidRPr="00804EF7">
              <w:t>mapp</w:t>
            </w:r>
            <w:r>
              <w:t>ing</w:t>
            </w:r>
            <w:r w:rsidRPr="00804EF7">
              <w:t xml:space="preserve"> </w:t>
            </w:r>
            <w:r w:rsidR="00804EF7" w:rsidRPr="00804EF7">
              <w:t xml:space="preserve">a production process and </w:t>
            </w:r>
            <w:r w:rsidR="00033930" w:rsidRPr="00804EF7">
              <w:t>appl</w:t>
            </w:r>
            <w:r w:rsidR="00033930">
              <w:t>ying</w:t>
            </w:r>
            <w:r w:rsidR="00033930" w:rsidRPr="00804EF7">
              <w:t xml:space="preserve"> </w:t>
            </w:r>
            <w:r w:rsidR="00804EF7" w:rsidRPr="00804EF7">
              <w:t xml:space="preserve">process mapping protocols and symbols used in the workplace to describe a production process </w:t>
            </w:r>
            <w:r w:rsidR="00D85260">
              <w:t xml:space="preserve">and </w:t>
            </w:r>
            <w:r w:rsidR="00033930">
              <w:t xml:space="preserve">its </w:t>
            </w:r>
            <w:r w:rsidR="00D85260">
              <w:t>operating parameters</w:t>
            </w:r>
          </w:p>
          <w:p w14:paraId="1B3E796E" w14:textId="5B7AA3B2" w:rsidR="00C66F21" w:rsidRPr="00C66F21" w:rsidRDefault="00C66F21" w:rsidP="005A6A56">
            <w:pPr>
              <w:pStyle w:val="SIBulletList1"/>
            </w:pPr>
            <w:r>
              <w:t>a</w:t>
            </w:r>
            <w:r w:rsidRPr="00C66F21">
              <w:t>ppl</w:t>
            </w:r>
            <w:r w:rsidR="0009237E">
              <w:t>ying</w:t>
            </w:r>
            <w:r w:rsidRPr="00C66F21">
              <w:t xml:space="preserve"> engineering principles to a food production context</w:t>
            </w:r>
            <w:r w:rsidR="0009237E">
              <w:t>, including</w:t>
            </w:r>
            <w:r w:rsidRPr="00C66F21">
              <w:t>:</w:t>
            </w:r>
          </w:p>
          <w:p w14:paraId="46C5384B" w14:textId="2E4D5F4D" w:rsidR="00C66F21" w:rsidRPr="00C66F21" w:rsidRDefault="00C66F21" w:rsidP="005A6A56">
            <w:pPr>
              <w:pStyle w:val="SIBulletList2"/>
            </w:pPr>
            <w:r w:rsidRPr="00C66F21">
              <w:tab/>
            </w:r>
            <w:r>
              <w:t>f</w:t>
            </w:r>
            <w:r w:rsidRPr="00C66F21">
              <w:t>luid transfer</w:t>
            </w:r>
          </w:p>
          <w:p w14:paraId="170D6C17" w14:textId="69B9CC78" w:rsidR="00C66F21" w:rsidRPr="00C66F21" w:rsidRDefault="00C66F21" w:rsidP="005A6A56">
            <w:pPr>
              <w:pStyle w:val="SIBulletList2"/>
            </w:pPr>
            <w:r w:rsidRPr="00C66F21">
              <w:tab/>
            </w:r>
            <w:r>
              <w:t>h</w:t>
            </w:r>
            <w:r w:rsidRPr="00C66F21">
              <w:t>eat transfer</w:t>
            </w:r>
          </w:p>
          <w:p w14:paraId="78F875D5" w14:textId="6ED8B98D" w:rsidR="00C66F21" w:rsidRPr="00C66F21" w:rsidRDefault="00C66F21" w:rsidP="005A6A56">
            <w:pPr>
              <w:pStyle w:val="SIBulletList2"/>
            </w:pPr>
            <w:r w:rsidRPr="00C66F21">
              <w:tab/>
            </w:r>
            <w:r>
              <w:t>e</w:t>
            </w:r>
            <w:r w:rsidRPr="00C66F21">
              <w:t>vaporation</w:t>
            </w:r>
          </w:p>
          <w:p w14:paraId="4E9F12D8" w14:textId="12B238C4" w:rsidR="00C66F21" w:rsidRDefault="00C66F21" w:rsidP="005A6A56">
            <w:pPr>
              <w:pStyle w:val="SIBulletList2"/>
            </w:pPr>
            <w:r w:rsidRPr="00C66F21">
              <w:tab/>
            </w:r>
            <w:r>
              <w:t>d</w:t>
            </w:r>
            <w:r w:rsidRPr="00C66F21">
              <w:t xml:space="preserve">rying </w:t>
            </w:r>
          </w:p>
          <w:p w14:paraId="0AA87BBE" w14:textId="60E5F47D" w:rsidR="00556C4C" w:rsidRPr="000754EC" w:rsidRDefault="00804EF7" w:rsidP="00804EF7">
            <w:pPr>
              <w:pStyle w:val="SIBulletList1"/>
            </w:pPr>
            <w:r w:rsidRPr="00804EF7">
              <w:t>perform</w:t>
            </w:r>
            <w:r w:rsidR="0009237E">
              <w:t>ing</w:t>
            </w:r>
            <w:r w:rsidRPr="00804EF7">
              <w:t xml:space="preserve"> calculations for engineering solutions, </w:t>
            </w:r>
            <w:r w:rsidR="0009237E">
              <w:t xml:space="preserve">including </w:t>
            </w:r>
            <w:r w:rsidRPr="00804EF7">
              <w:t>performance and yield.</w:t>
            </w:r>
          </w:p>
        </w:tc>
      </w:tr>
    </w:tbl>
    <w:p w14:paraId="1D5DFC0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B6CA2D9" w14:textId="77777777" w:rsidTr="00CA2922">
        <w:trPr>
          <w:tblHeader/>
        </w:trPr>
        <w:tc>
          <w:tcPr>
            <w:tcW w:w="5000" w:type="pct"/>
            <w:shd w:val="clear" w:color="auto" w:fill="auto"/>
          </w:tcPr>
          <w:p w14:paraId="399A9C58" w14:textId="77777777" w:rsidR="00F1480E" w:rsidRPr="000754EC" w:rsidRDefault="00D71E43" w:rsidP="000754EC">
            <w:pPr>
              <w:pStyle w:val="SIHeading2"/>
            </w:pPr>
            <w:r w:rsidRPr="002C55E9">
              <w:t>K</w:t>
            </w:r>
            <w:r w:rsidRPr="000754EC">
              <w:t>nowledge Evidence</w:t>
            </w:r>
          </w:p>
        </w:tc>
      </w:tr>
      <w:tr w:rsidR="00F1480E" w:rsidRPr="00067E1C" w14:paraId="047A8062" w14:textId="77777777" w:rsidTr="00CA2922">
        <w:tc>
          <w:tcPr>
            <w:tcW w:w="5000" w:type="pct"/>
            <w:shd w:val="clear" w:color="auto" w:fill="auto"/>
          </w:tcPr>
          <w:p w14:paraId="11B0589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3FF0151" w14:textId="68382965" w:rsidR="00C66F21" w:rsidRPr="00C66F21" w:rsidRDefault="00C66F21" w:rsidP="005A6A56">
            <w:pPr>
              <w:pStyle w:val="SIBulletList1"/>
            </w:pPr>
            <w:r w:rsidRPr="00C66F21">
              <w:t xml:space="preserve">the basic operating features and components of pumps commonly used and typical applications, </w:t>
            </w:r>
            <w:r>
              <w:t>including</w:t>
            </w:r>
            <w:r w:rsidR="005302A2">
              <w:t>:</w:t>
            </w:r>
          </w:p>
          <w:p w14:paraId="78E25817" w14:textId="77777777" w:rsidR="00C66F21" w:rsidRPr="00C66F21" w:rsidRDefault="00C66F21" w:rsidP="005A6A56">
            <w:pPr>
              <w:pStyle w:val="SIBulletList2"/>
            </w:pPr>
            <w:r w:rsidRPr="00C66F21">
              <w:t>rotodynamic (centrifugal) pumps</w:t>
            </w:r>
          </w:p>
          <w:p w14:paraId="1E5A5821" w14:textId="77777777" w:rsidR="00C66F21" w:rsidRPr="00C66F21" w:rsidRDefault="00C66F21" w:rsidP="005A6A56">
            <w:pPr>
              <w:pStyle w:val="SIBulletList2"/>
            </w:pPr>
            <w:r w:rsidRPr="00C66F21">
              <w:t>positive displacement pumps, including reciprocating piston pumps, rotary pumps (including gear and lobe pumps), screw pumps, eccentric rotor pumps (including progressive cavity or mono pumps) and flexible vane pumps</w:t>
            </w:r>
          </w:p>
          <w:p w14:paraId="0AF3A184" w14:textId="6CD92280" w:rsidR="00C66F21" w:rsidRPr="00C66F21" w:rsidRDefault="00C66F21" w:rsidP="005A6A56">
            <w:pPr>
              <w:pStyle w:val="SIBulletList1"/>
            </w:pPr>
            <w:r w:rsidRPr="00C66F21">
              <w:t xml:space="preserve">related components of the pumping system, including valves, taps and pipework, and where required, Australian </w:t>
            </w:r>
            <w:r w:rsidR="0009237E">
              <w:t>S</w:t>
            </w:r>
            <w:r w:rsidRPr="00C66F21">
              <w:t>tandards and workplace protocols for indicating materials carried by pipework</w:t>
            </w:r>
          </w:p>
          <w:p w14:paraId="3F87E8EB" w14:textId="77777777" w:rsidR="00C66F21" w:rsidRPr="00C66F21" w:rsidRDefault="00C66F21" w:rsidP="005A6A56">
            <w:pPr>
              <w:pStyle w:val="SIBulletList1"/>
            </w:pPr>
            <w:r w:rsidRPr="00C66F21">
              <w:t>features in the pumping system design that affects pumping efficiencies, including length of pipework, number and placement of valves and fittings, height of inlet and discharge points, internal surface and diameter of the pipe</w:t>
            </w:r>
          </w:p>
          <w:p w14:paraId="5BFF6067" w14:textId="4DF89AF2" w:rsidR="00C66F21" w:rsidRPr="00C66F21" w:rsidRDefault="00C66F21" w:rsidP="005A6A56">
            <w:pPr>
              <w:pStyle w:val="SIBulletList1"/>
            </w:pPr>
            <w:r w:rsidRPr="00C66F21">
              <w:t>the following terms</w:t>
            </w:r>
            <w:r w:rsidR="0009237E">
              <w:t xml:space="preserve"> and how they are applied in the food processing industry</w:t>
            </w:r>
            <w:r w:rsidRPr="00C66F21">
              <w:t>:</w:t>
            </w:r>
          </w:p>
          <w:p w14:paraId="6F2231DF" w14:textId="77777777" w:rsidR="00C66F21" w:rsidRPr="00C66F21" w:rsidRDefault="00C66F21" w:rsidP="005A6A56">
            <w:pPr>
              <w:pStyle w:val="SIBulletList2"/>
            </w:pPr>
            <w:r w:rsidRPr="00C66F21">
              <w:t>pressure and pressure drop</w:t>
            </w:r>
          </w:p>
          <w:p w14:paraId="0DE02BC8" w14:textId="77777777" w:rsidR="00C66F21" w:rsidRPr="00C66F21" w:rsidRDefault="00C66F21" w:rsidP="005A6A56">
            <w:pPr>
              <w:pStyle w:val="SIBulletList2"/>
            </w:pPr>
            <w:r w:rsidRPr="00C66F21">
              <w:t>velocity</w:t>
            </w:r>
          </w:p>
          <w:p w14:paraId="6BFC3D31" w14:textId="77777777" w:rsidR="00C66F21" w:rsidRPr="00C66F21" w:rsidRDefault="00C66F21" w:rsidP="005A6A56">
            <w:pPr>
              <w:pStyle w:val="SIBulletList2"/>
            </w:pPr>
            <w:r w:rsidRPr="00C66F21">
              <w:t>head</w:t>
            </w:r>
          </w:p>
          <w:p w14:paraId="7B98B4E7" w14:textId="77541E86" w:rsidR="00C66F21" w:rsidRDefault="00C66F21" w:rsidP="005A6A56">
            <w:pPr>
              <w:pStyle w:val="SIBulletList1"/>
            </w:pPr>
            <w:r w:rsidRPr="00C66F21">
              <w:t>equipment components of a drying process</w:t>
            </w:r>
          </w:p>
          <w:p w14:paraId="71240299" w14:textId="0FACB223" w:rsidR="0009237E" w:rsidRDefault="0009237E" w:rsidP="005A6A56">
            <w:pPr>
              <w:pStyle w:val="SIBulletList1"/>
            </w:pPr>
            <w:r>
              <w:t>the effects that the drying process has on food</w:t>
            </w:r>
          </w:p>
          <w:p w14:paraId="4D3E6DEC" w14:textId="1C550217" w:rsidR="0009237E" w:rsidRPr="0009237E" w:rsidRDefault="0009237E" w:rsidP="0009237E">
            <w:pPr>
              <w:pStyle w:val="SIBulletList1"/>
            </w:pPr>
            <w:r w:rsidRPr="0009237E">
              <w:t>equipment components of a</w:t>
            </w:r>
            <w:r>
              <w:t>n evaporation</w:t>
            </w:r>
            <w:r w:rsidRPr="0009237E">
              <w:t xml:space="preserve"> process</w:t>
            </w:r>
          </w:p>
          <w:p w14:paraId="6F0BCD93" w14:textId="0C3165F2" w:rsidR="0009237E" w:rsidRPr="0009237E" w:rsidRDefault="0009237E" w:rsidP="0009237E">
            <w:pPr>
              <w:pStyle w:val="SIBulletList1"/>
            </w:pPr>
            <w:r w:rsidRPr="0009237E">
              <w:t xml:space="preserve">the effects the </w:t>
            </w:r>
            <w:r>
              <w:t>evaporation</w:t>
            </w:r>
            <w:r w:rsidRPr="0009237E">
              <w:t xml:space="preserve"> process has on food</w:t>
            </w:r>
          </w:p>
          <w:p w14:paraId="2C60FD8D" w14:textId="77777777" w:rsidR="00C66F21" w:rsidRPr="00C66F21" w:rsidRDefault="00C66F21" w:rsidP="005A6A56">
            <w:pPr>
              <w:pStyle w:val="SIBulletList1"/>
            </w:pPr>
            <w:r w:rsidRPr="00C66F21">
              <w:t>heat transfer requirements and equipment used in a production process</w:t>
            </w:r>
          </w:p>
          <w:p w14:paraId="1FEBD8F9" w14:textId="195BA2D9" w:rsidR="00C66F21" w:rsidRPr="00C66F21" w:rsidRDefault="0009237E" w:rsidP="005A6A56">
            <w:pPr>
              <w:pStyle w:val="SIBulletList1"/>
            </w:pPr>
            <w:r>
              <w:t xml:space="preserve">typical </w:t>
            </w:r>
            <w:r w:rsidR="00C66F21" w:rsidRPr="00C66F21">
              <w:t>tests carried out to determine process outcomes on material/product</w:t>
            </w:r>
          </w:p>
          <w:p w14:paraId="35EF9EA0" w14:textId="535FEB8A" w:rsidR="00C66F21" w:rsidRPr="00C66F21" w:rsidRDefault="00C66F21" w:rsidP="005A6A56">
            <w:pPr>
              <w:pStyle w:val="SIBulletList1"/>
            </w:pPr>
            <w:r w:rsidRPr="00C66F21">
              <w:t xml:space="preserve">operational and safety features of </w:t>
            </w:r>
            <w:r w:rsidR="00D85260">
              <w:t>pumps and heat transfer equipment</w:t>
            </w:r>
          </w:p>
          <w:p w14:paraId="44A5359E" w14:textId="6735E3E9" w:rsidR="00C66F21" w:rsidRPr="00C66F21" w:rsidRDefault="00C66F21" w:rsidP="005A6A56">
            <w:pPr>
              <w:pStyle w:val="SIBulletList1"/>
            </w:pPr>
            <w:r w:rsidRPr="00C66F21">
              <w:t>inspections required to identify signs of faulty performance and/or wear</w:t>
            </w:r>
          </w:p>
          <w:p w14:paraId="4ABB09F9" w14:textId="555D167F" w:rsidR="00F1480E" w:rsidRPr="000754EC" w:rsidRDefault="00C66F21">
            <w:pPr>
              <w:pStyle w:val="SIBulletList1"/>
            </w:pPr>
            <w:r w:rsidRPr="00C66F21">
              <w:t>main types of sensors used in food processing to provide input data to control systems and how these sensors operate</w:t>
            </w:r>
            <w:r w:rsidR="0009237E">
              <w:t>.</w:t>
            </w:r>
          </w:p>
        </w:tc>
      </w:tr>
    </w:tbl>
    <w:p w14:paraId="6A9BEA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203651" w14:textId="77777777" w:rsidTr="00CA2922">
        <w:trPr>
          <w:tblHeader/>
        </w:trPr>
        <w:tc>
          <w:tcPr>
            <w:tcW w:w="5000" w:type="pct"/>
            <w:shd w:val="clear" w:color="auto" w:fill="auto"/>
          </w:tcPr>
          <w:p w14:paraId="7A8B5A9D" w14:textId="77777777" w:rsidR="00F1480E" w:rsidRPr="000754EC" w:rsidRDefault="00D71E43" w:rsidP="000754EC">
            <w:pPr>
              <w:pStyle w:val="SIHeading2"/>
            </w:pPr>
            <w:r w:rsidRPr="002C55E9">
              <w:t>A</w:t>
            </w:r>
            <w:r w:rsidRPr="000754EC">
              <w:t>ssessment Conditions</w:t>
            </w:r>
          </w:p>
        </w:tc>
      </w:tr>
      <w:tr w:rsidR="00F1480E" w:rsidRPr="00A55106" w14:paraId="4038EDBF" w14:textId="77777777" w:rsidTr="00CA2922">
        <w:tc>
          <w:tcPr>
            <w:tcW w:w="5000" w:type="pct"/>
            <w:shd w:val="clear" w:color="auto" w:fill="auto"/>
          </w:tcPr>
          <w:p w14:paraId="21D08FE1"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92C6508" w14:textId="77777777" w:rsidR="004E6741" w:rsidRPr="000754EC" w:rsidRDefault="001D7F5B" w:rsidP="000754EC">
            <w:pPr>
              <w:pStyle w:val="SIBulletList1"/>
            </w:pPr>
            <w:r w:rsidRPr="000754EC">
              <w:t>p</w:t>
            </w:r>
            <w:r w:rsidR="004E6741" w:rsidRPr="000754EC">
              <w:t>hysical conditions</w:t>
            </w:r>
            <w:r w:rsidRPr="000754EC">
              <w:t>:</w:t>
            </w:r>
          </w:p>
          <w:p w14:paraId="172CC9E3" w14:textId="2C0EDF89"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09237E">
              <w:t xml:space="preserve">food processing </w:t>
            </w:r>
            <w:r w:rsidR="002C3682" w:rsidRPr="002C3682">
              <w:t xml:space="preserve">workplace </w:t>
            </w:r>
          </w:p>
          <w:p w14:paraId="2C49C51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51B8D21" w14:textId="4D9904AC" w:rsidR="00804EF7" w:rsidRPr="00804EF7" w:rsidRDefault="00804EF7" w:rsidP="00804EF7">
            <w:pPr>
              <w:pStyle w:val="SIBulletList2"/>
            </w:pPr>
            <w:r w:rsidRPr="00804EF7">
              <w:t xml:space="preserve">production process equipment </w:t>
            </w:r>
            <w:r w:rsidR="0009237E">
              <w:t xml:space="preserve">for fluid transfer, heat transfer, </w:t>
            </w:r>
            <w:r w:rsidR="00D85260">
              <w:t xml:space="preserve">evaporation and </w:t>
            </w:r>
            <w:r w:rsidR="0009237E">
              <w:t>drying</w:t>
            </w:r>
          </w:p>
          <w:p w14:paraId="2D01E92E" w14:textId="77777777" w:rsidR="00804EF7" w:rsidRPr="00804EF7" w:rsidRDefault="00804EF7" w:rsidP="00804EF7">
            <w:pPr>
              <w:pStyle w:val="SIBulletList2"/>
            </w:pPr>
            <w:r w:rsidRPr="00804EF7">
              <w:t xml:space="preserve">tests used to report relevant product/process information and recorded results </w:t>
            </w:r>
          </w:p>
          <w:p w14:paraId="3D5B5A69" w14:textId="77777777" w:rsidR="00804EF7" w:rsidRPr="00804EF7" w:rsidRDefault="00804EF7" w:rsidP="00804EF7">
            <w:pPr>
              <w:pStyle w:val="SIBulletList2"/>
            </w:pPr>
            <w:r w:rsidRPr="00804EF7">
              <w:t>methods and related software systems for collecting data and performing calculations</w:t>
            </w:r>
          </w:p>
          <w:p w14:paraId="74A839AB" w14:textId="77777777" w:rsidR="00804EF7" w:rsidRPr="00804EF7" w:rsidRDefault="00804EF7" w:rsidP="00804EF7">
            <w:pPr>
              <w:pStyle w:val="SIBulletList1"/>
            </w:pPr>
            <w:r w:rsidRPr="00804EF7">
              <w:t>specifications:</w:t>
            </w:r>
          </w:p>
          <w:p w14:paraId="74B958EB" w14:textId="77777777" w:rsidR="00804EF7" w:rsidRPr="00804EF7" w:rsidRDefault="00804EF7" w:rsidP="00804EF7">
            <w:pPr>
              <w:pStyle w:val="SIBulletList2"/>
            </w:pPr>
            <w:r w:rsidRPr="00804EF7">
              <w:t>manufacturers' advice and operating procedures.</w:t>
            </w:r>
          </w:p>
          <w:p w14:paraId="69643995" w14:textId="77777777" w:rsidR="0021210E" w:rsidRDefault="0021210E" w:rsidP="000754EC">
            <w:pPr>
              <w:pStyle w:val="SIText"/>
            </w:pPr>
          </w:p>
          <w:p w14:paraId="4501F90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7BA46BE" w14:textId="77777777" w:rsidR="00F1480E" w:rsidRPr="000754EC" w:rsidRDefault="00F1480E" w:rsidP="0035000E">
            <w:pPr>
              <w:pStyle w:val="SIBulletList2"/>
              <w:numPr>
                <w:ilvl w:val="0"/>
                <w:numId w:val="0"/>
              </w:numPr>
              <w:rPr>
                <w:rFonts w:eastAsia="Calibri"/>
              </w:rPr>
            </w:pPr>
          </w:p>
        </w:tc>
      </w:tr>
    </w:tbl>
    <w:p w14:paraId="630582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F533C8F" w14:textId="77777777" w:rsidTr="004679E3">
        <w:tc>
          <w:tcPr>
            <w:tcW w:w="990" w:type="pct"/>
            <w:shd w:val="clear" w:color="auto" w:fill="auto"/>
          </w:tcPr>
          <w:p w14:paraId="6571A7A4" w14:textId="77777777" w:rsidR="00F1480E" w:rsidRPr="000754EC" w:rsidRDefault="00D71E43" w:rsidP="000754EC">
            <w:pPr>
              <w:pStyle w:val="SIHeading2"/>
            </w:pPr>
            <w:r w:rsidRPr="002C55E9">
              <w:t>L</w:t>
            </w:r>
            <w:r w:rsidRPr="000754EC">
              <w:t>inks</w:t>
            </w:r>
          </w:p>
        </w:tc>
        <w:tc>
          <w:tcPr>
            <w:tcW w:w="4010" w:type="pct"/>
            <w:shd w:val="clear" w:color="auto" w:fill="auto"/>
          </w:tcPr>
          <w:p w14:paraId="54392527"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747094D"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79B5D" w14:textId="77777777" w:rsidR="00E01A35" w:rsidRDefault="00E01A35" w:rsidP="00BF3F0A">
      <w:r>
        <w:separator/>
      </w:r>
    </w:p>
    <w:p w14:paraId="283035C6" w14:textId="77777777" w:rsidR="00E01A35" w:rsidRDefault="00E01A35"/>
  </w:endnote>
  <w:endnote w:type="continuationSeparator" w:id="0">
    <w:p w14:paraId="7624E9F7" w14:textId="77777777" w:rsidR="00E01A35" w:rsidRDefault="00E01A35" w:rsidP="00BF3F0A">
      <w:r>
        <w:continuationSeparator/>
      </w:r>
    </w:p>
    <w:p w14:paraId="0130959B" w14:textId="77777777" w:rsidR="00E01A35" w:rsidRDefault="00E01A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7517D" w14:textId="77777777" w:rsidR="007F2351" w:rsidRDefault="007F235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F654109" w14:textId="24FE74E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F2351">
          <w:rPr>
            <w:noProof/>
          </w:rPr>
          <w:t>4</w:t>
        </w:r>
        <w:r w:rsidRPr="000754EC">
          <w:fldChar w:fldCharType="end"/>
        </w:r>
      </w:p>
      <w:p w14:paraId="2A7CBECD"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EB091B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EAD9D" w14:textId="77777777" w:rsidR="007F2351" w:rsidRDefault="007F23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E2CD9" w14:textId="77777777" w:rsidR="00E01A35" w:rsidRDefault="00E01A35" w:rsidP="00BF3F0A">
      <w:r>
        <w:separator/>
      </w:r>
    </w:p>
    <w:p w14:paraId="3CBB3CDA" w14:textId="77777777" w:rsidR="00E01A35" w:rsidRDefault="00E01A35"/>
  </w:footnote>
  <w:footnote w:type="continuationSeparator" w:id="0">
    <w:p w14:paraId="67BB196F" w14:textId="77777777" w:rsidR="00E01A35" w:rsidRDefault="00E01A35" w:rsidP="00BF3F0A">
      <w:r>
        <w:continuationSeparator/>
      </w:r>
    </w:p>
    <w:p w14:paraId="0FCBB056" w14:textId="77777777" w:rsidR="00E01A35" w:rsidRDefault="00E01A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48617" w14:textId="77777777" w:rsidR="007F2351" w:rsidRDefault="007F235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6F447" w14:textId="6F7F3D1D" w:rsidR="009C2650" w:rsidRPr="00804EF7" w:rsidRDefault="007F2351" w:rsidP="00804EF7">
    <w:pPr>
      <w:pStyle w:val="SIText"/>
    </w:pPr>
    <w:sdt>
      <w:sdtPr>
        <w:id w:val="-22019124"/>
        <w:docPartObj>
          <w:docPartGallery w:val="Watermarks"/>
          <w:docPartUnique/>
        </w:docPartObj>
      </w:sdtPr>
      <w:sdtContent>
        <w:r w:rsidRPr="007F2351">
          <w:pict w14:anchorId="741BE1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04EF7" w:rsidRPr="00804EF7">
      <w:t>FBPTEC4004 Apply basic process engineering principles to food processing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5460B" w14:textId="77777777" w:rsidR="007F2351" w:rsidRDefault="007F235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8B0813"/>
    <w:multiLevelType w:val="multilevel"/>
    <w:tmpl w:val="BFB4F7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A5E12EA"/>
    <w:multiLevelType w:val="multilevel"/>
    <w:tmpl w:val="B62E9F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C01A49"/>
    <w:multiLevelType w:val="multilevel"/>
    <w:tmpl w:val="0F0821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B3A5CC2"/>
    <w:multiLevelType w:val="multilevel"/>
    <w:tmpl w:val="8CFC4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8EF63B6"/>
    <w:multiLevelType w:val="multilevel"/>
    <w:tmpl w:val="3718E0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4"/>
  </w:num>
  <w:num w:numId="4">
    <w:abstractNumId w:val="18"/>
  </w:num>
  <w:num w:numId="5">
    <w:abstractNumId w:val="1"/>
  </w:num>
  <w:num w:numId="6">
    <w:abstractNumId w:val="10"/>
  </w:num>
  <w:num w:numId="7">
    <w:abstractNumId w:val="2"/>
  </w:num>
  <w:num w:numId="8">
    <w:abstractNumId w:val="0"/>
  </w:num>
  <w:num w:numId="9">
    <w:abstractNumId w:val="17"/>
  </w:num>
  <w:num w:numId="10">
    <w:abstractNumId w:val="13"/>
  </w:num>
  <w:num w:numId="11">
    <w:abstractNumId w:val="16"/>
  </w:num>
  <w:num w:numId="12">
    <w:abstractNumId w:val="14"/>
  </w:num>
  <w:num w:numId="13">
    <w:abstractNumId w:val="19"/>
  </w:num>
  <w:num w:numId="14">
    <w:abstractNumId w:val="5"/>
  </w:num>
  <w:num w:numId="15">
    <w:abstractNumId w:val="6"/>
  </w:num>
  <w:num w:numId="16">
    <w:abstractNumId w:val="20"/>
  </w:num>
  <w:num w:numId="17">
    <w:abstractNumId w:val="14"/>
  </w:num>
  <w:num w:numId="18">
    <w:abstractNumId w:val="9"/>
  </w:num>
  <w:num w:numId="19">
    <w:abstractNumId w:val="8"/>
  </w:num>
  <w:num w:numId="20">
    <w:abstractNumId w:val="15"/>
  </w:num>
  <w:num w:numId="21">
    <w:abstractNumId w:val="1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7F4"/>
    <w:rsid w:val="000014B9"/>
    <w:rsid w:val="00005A15"/>
    <w:rsid w:val="0001108F"/>
    <w:rsid w:val="000115E2"/>
    <w:rsid w:val="000126D0"/>
    <w:rsid w:val="0001296A"/>
    <w:rsid w:val="00016803"/>
    <w:rsid w:val="00023992"/>
    <w:rsid w:val="000275AE"/>
    <w:rsid w:val="00033930"/>
    <w:rsid w:val="00041E59"/>
    <w:rsid w:val="00064BFE"/>
    <w:rsid w:val="00070B3E"/>
    <w:rsid w:val="00071F95"/>
    <w:rsid w:val="000737BB"/>
    <w:rsid w:val="00074E47"/>
    <w:rsid w:val="000754EC"/>
    <w:rsid w:val="0009093B"/>
    <w:rsid w:val="0009237E"/>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B34D9"/>
    <w:rsid w:val="003C13AE"/>
    <w:rsid w:val="003C69AD"/>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85874"/>
    <w:rsid w:val="004A142B"/>
    <w:rsid w:val="004A3860"/>
    <w:rsid w:val="004A44E8"/>
    <w:rsid w:val="004A7706"/>
    <w:rsid w:val="004B29B7"/>
    <w:rsid w:val="004B7A28"/>
    <w:rsid w:val="004C2244"/>
    <w:rsid w:val="004C79A1"/>
    <w:rsid w:val="004D0D5F"/>
    <w:rsid w:val="004D1569"/>
    <w:rsid w:val="004D17F4"/>
    <w:rsid w:val="004D44B1"/>
    <w:rsid w:val="004E0460"/>
    <w:rsid w:val="004E1579"/>
    <w:rsid w:val="004E5FAE"/>
    <w:rsid w:val="004E6245"/>
    <w:rsid w:val="004E6741"/>
    <w:rsid w:val="004E7094"/>
    <w:rsid w:val="004F5DC7"/>
    <w:rsid w:val="004F78DA"/>
    <w:rsid w:val="00520E9A"/>
    <w:rsid w:val="005248C1"/>
    <w:rsid w:val="00526134"/>
    <w:rsid w:val="005302A2"/>
    <w:rsid w:val="005405B2"/>
    <w:rsid w:val="005427C8"/>
    <w:rsid w:val="005446D1"/>
    <w:rsid w:val="00556C4C"/>
    <w:rsid w:val="00557369"/>
    <w:rsid w:val="00564ADD"/>
    <w:rsid w:val="005708EB"/>
    <w:rsid w:val="00575BC6"/>
    <w:rsid w:val="00583902"/>
    <w:rsid w:val="005A1D70"/>
    <w:rsid w:val="005A3AA5"/>
    <w:rsid w:val="005A6A56"/>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728D5"/>
    <w:rsid w:val="00781D77"/>
    <w:rsid w:val="00783549"/>
    <w:rsid w:val="007860B7"/>
    <w:rsid w:val="00786DC8"/>
    <w:rsid w:val="007A300D"/>
    <w:rsid w:val="007D5A78"/>
    <w:rsid w:val="007E3BD1"/>
    <w:rsid w:val="007E7912"/>
    <w:rsid w:val="007F1563"/>
    <w:rsid w:val="007F1EB2"/>
    <w:rsid w:val="007F2351"/>
    <w:rsid w:val="007F44DB"/>
    <w:rsid w:val="007F5A8B"/>
    <w:rsid w:val="00804EF7"/>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48A8"/>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66F21"/>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6079"/>
    <w:rsid w:val="00D20C57"/>
    <w:rsid w:val="00D25D16"/>
    <w:rsid w:val="00D32124"/>
    <w:rsid w:val="00D54C76"/>
    <w:rsid w:val="00D71E43"/>
    <w:rsid w:val="00D727F3"/>
    <w:rsid w:val="00D73695"/>
    <w:rsid w:val="00D810DE"/>
    <w:rsid w:val="00D85260"/>
    <w:rsid w:val="00D87D32"/>
    <w:rsid w:val="00D91188"/>
    <w:rsid w:val="00D92C83"/>
    <w:rsid w:val="00DA0A81"/>
    <w:rsid w:val="00DA3C10"/>
    <w:rsid w:val="00DA53B5"/>
    <w:rsid w:val="00DC1D69"/>
    <w:rsid w:val="00DC5A3A"/>
    <w:rsid w:val="00DD0726"/>
    <w:rsid w:val="00E01A35"/>
    <w:rsid w:val="00E238E6"/>
    <w:rsid w:val="00E35064"/>
    <w:rsid w:val="00E3681D"/>
    <w:rsid w:val="00E40225"/>
    <w:rsid w:val="00E501F0"/>
    <w:rsid w:val="00E53B06"/>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1156"/>
    <w:rsid w:val="00FB232E"/>
    <w:rsid w:val="00FB4A7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ABE09F0"/>
  <w15:docId w15:val="{560D90A9-FB39-470B-AA56-AD917329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44174198">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F666E749-9164-4F8B-A0CC-30B03D317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6A1ADD-CD45-41DC-838E-4154C562B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94</TotalTime>
  <Pages>4</Pages>
  <Words>1293</Words>
  <Characters>7373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9</cp:revision>
  <cp:lastPrinted>2016-05-27T05:21:00Z</cp:lastPrinted>
  <dcterms:created xsi:type="dcterms:W3CDTF">2017-09-29T07:06:00Z</dcterms:created>
  <dcterms:modified xsi:type="dcterms:W3CDTF">2018-02-01T03:47:00Z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